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1317AC3E" w14:textId="55974BA0" w:rsidR="00675826" w:rsidRPr="003F1F53" w:rsidRDefault="007A3EA6" w:rsidP="009C471C">
            <w:pPr>
              <w:pStyle w:val="Nadpis3"/>
              <w:rPr>
                <w:rFonts w:ascii="Arial" w:hAnsi="Arial" w:cs="Arial"/>
                <w:sz w:val="36"/>
                <w:szCs w:val="36"/>
              </w:rPr>
            </w:pPr>
            <w:r w:rsidRPr="003F1F53">
              <w:rPr>
                <w:rFonts w:ascii="Arial" w:hAnsi="Arial" w:cs="Arial"/>
                <w:sz w:val="36"/>
                <w:szCs w:val="36"/>
              </w:rPr>
              <w:t>D.1.4.1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-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TECHNIKA PROSTŘEDÍ STAVEB</w:t>
            </w:r>
          </w:p>
          <w:p w14:paraId="283D1AC2" w14:textId="795330E1" w:rsidR="007A3EA6" w:rsidRDefault="007A3EA6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3F1F53">
              <w:rPr>
                <w:rFonts w:ascii="Arial" w:hAnsi="Arial" w:cs="Arial"/>
                <w:b/>
                <w:bCs/>
                <w:sz w:val="36"/>
                <w:szCs w:val="36"/>
              </w:rPr>
              <w:t>PLYNOVÁ ZAŘÍZENÍ</w:t>
            </w:r>
          </w:p>
          <w:p w14:paraId="078732A9" w14:textId="6680D9FE" w:rsidR="008D2F5C" w:rsidRPr="003F1F53" w:rsidRDefault="008D2F5C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TECHNICKÁ ZPRÁVA</w:t>
            </w:r>
          </w:p>
          <w:p w14:paraId="35E7108E" w14:textId="77777777" w:rsidR="009C471C" w:rsidRPr="009C471C" w:rsidRDefault="009C471C" w:rsidP="009C471C"/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AF14" w14:textId="77777777" w:rsidR="000F6669" w:rsidRDefault="000F6669">
      <w:r>
        <w:separator/>
      </w:r>
    </w:p>
  </w:endnote>
  <w:endnote w:type="continuationSeparator" w:id="0">
    <w:p w14:paraId="7385CACA" w14:textId="77777777" w:rsidR="000F6669" w:rsidRDefault="000F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FAD26" w14:textId="77777777" w:rsidR="000F6669" w:rsidRDefault="000F6669">
      <w:r>
        <w:separator/>
      </w:r>
    </w:p>
  </w:footnote>
  <w:footnote w:type="continuationSeparator" w:id="0">
    <w:p w14:paraId="63983CE5" w14:textId="77777777" w:rsidR="000F6669" w:rsidRDefault="000F6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0F6669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C500D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1F53"/>
    <w:rsid w:val="003F2B20"/>
    <w:rsid w:val="003F4B9F"/>
    <w:rsid w:val="00402D0F"/>
    <w:rsid w:val="0040754B"/>
    <w:rsid w:val="00423A95"/>
    <w:rsid w:val="004338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A3EA6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2F5C"/>
    <w:rsid w:val="008D487A"/>
    <w:rsid w:val="008D7801"/>
    <w:rsid w:val="008F156C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C471C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A6EEB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26B6B"/>
    <w:rsid w:val="00F64832"/>
    <w:rsid w:val="00F73626"/>
    <w:rsid w:val="00F740FD"/>
    <w:rsid w:val="00F86E43"/>
    <w:rsid w:val="00FB2B29"/>
    <w:rsid w:val="00FC3954"/>
    <w:rsid w:val="00FD0360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0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4</cp:revision>
  <cp:lastPrinted>2021-05-14T18:06:00Z</cp:lastPrinted>
  <dcterms:created xsi:type="dcterms:W3CDTF">2021-05-18T10:28:00Z</dcterms:created>
  <dcterms:modified xsi:type="dcterms:W3CDTF">2021-05-18T10:29:00Z</dcterms:modified>
</cp:coreProperties>
</file>